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5E3" w:rsidRPr="00AF5C82" w:rsidRDefault="001F6944" w:rsidP="00AF5C82">
      <w:pPr>
        <w:rPr>
          <w:rFonts w:ascii="Calibri" w:hAnsi="Calibri"/>
        </w:rPr>
      </w:pPr>
      <w:r w:rsidRPr="00AF5C82">
        <w:rPr>
          <w:rFonts w:ascii="Calibri" w:hAnsi="Calibri"/>
        </w:rPr>
        <w:t>Name: _______________________________</w:t>
      </w:r>
      <w:r w:rsidRPr="00AF5C82">
        <w:rPr>
          <w:rFonts w:ascii="Calibri" w:hAnsi="Calibri"/>
        </w:rPr>
        <w:tab/>
        <w:t>Period: ______</w:t>
      </w:r>
      <w:r w:rsidRPr="00AF5C82">
        <w:rPr>
          <w:rFonts w:ascii="Calibri" w:hAnsi="Calibri"/>
        </w:rPr>
        <w:tab/>
      </w:r>
      <w:r w:rsidR="00AF5C82">
        <w:rPr>
          <w:rFonts w:ascii="Calibri" w:hAnsi="Calibri"/>
        </w:rPr>
        <w:tab/>
      </w:r>
      <w:r w:rsidRPr="00AF5C82">
        <w:rPr>
          <w:rFonts w:ascii="Calibri" w:hAnsi="Calibri"/>
        </w:rPr>
        <w:t>Date: _____________</w:t>
      </w:r>
    </w:p>
    <w:p w:rsidR="001F6944" w:rsidRPr="00AF5C82" w:rsidRDefault="001F6944" w:rsidP="00AF5C82">
      <w:pPr>
        <w:rPr>
          <w:rFonts w:ascii="Calibri" w:hAnsi="Calibri"/>
        </w:rPr>
      </w:pPr>
    </w:p>
    <w:p w:rsidR="00AF5C82" w:rsidRPr="00AF5C82" w:rsidRDefault="00AF5C82" w:rsidP="00AF5C82">
      <w:pPr>
        <w:jc w:val="center"/>
        <w:rPr>
          <w:rFonts w:ascii="Calibri" w:hAnsi="Calibri"/>
          <w:b/>
          <w:sz w:val="40"/>
          <w:szCs w:val="40"/>
        </w:rPr>
      </w:pPr>
      <w:r w:rsidRPr="00AF5C82">
        <w:rPr>
          <w:rFonts w:ascii="Calibri" w:hAnsi="Calibri"/>
          <w:b/>
          <w:sz w:val="40"/>
          <w:szCs w:val="40"/>
        </w:rPr>
        <w:t>One-Step Dimensional Analysis Homework</w:t>
      </w:r>
    </w:p>
    <w:p w:rsid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</w:rPr>
      </w:pPr>
      <w:r w:rsidRPr="00AF5C82">
        <w:rPr>
          <w:rFonts w:ascii="Calibri" w:hAnsi="Calibri"/>
          <w:b/>
          <w:u w:val="single"/>
        </w:rPr>
        <w:t>Directions:</w:t>
      </w:r>
      <w:r w:rsidRPr="00AF5C82">
        <w:rPr>
          <w:rFonts w:ascii="Calibri" w:hAnsi="Calibri"/>
        </w:rPr>
        <w:t xml:space="preserve"> Solve the following single-step dimensional analysis problems.  For full credit, you must show your work for each problem as shown in the example below. </w:t>
      </w:r>
      <w:r w:rsidRPr="00AF5C82">
        <w:rPr>
          <w:rFonts w:ascii="Calibri" w:hAnsi="Calibri"/>
          <w:bdr w:val="single" w:sz="4" w:space="0" w:color="auto"/>
        </w:rPr>
        <w:t>Box</w:t>
      </w:r>
      <w:r w:rsidRPr="00AF5C82">
        <w:rPr>
          <w:rFonts w:ascii="Calibri" w:hAnsi="Calibri"/>
        </w:rPr>
        <w:t xml:space="preserve"> your final answer!</w:t>
      </w:r>
    </w:p>
    <w:p w:rsidR="00AF5C82" w:rsidRP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</w:rPr>
      </w:pPr>
      <w:r w:rsidRPr="00AF5C82">
        <w:rPr>
          <w:rFonts w:ascii="Calibri" w:hAnsi="Calibri"/>
          <w:b/>
          <w:u w:val="single"/>
        </w:rPr>
        <w:t>Example:</w:t>
      </w:r>
      <w:r w:rsidRPr="00AF5C82">
        <w:rPr>
          <w:rFonts w:ascii="Calibri" w:hAnsi="Calibri"/>
        </w:rPr>
        <w:t xml:space="preserve"> Wine is often bottled in 0.750-L containers.  Calculate the volume of such a bottle of wine in gallons.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296"/>
      </w:tblGrid>
      <w:tr w:rsidR="00AF5C82" w:rsidRPr="00AF5C82" w:rsidTr="00AF5C82">
        <w:tc>
          <w:tcPr>
            <w:tcW w:w="5000" w:type="pct"/>
          </w:tcPr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                                                 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Pr="00AF5C82" w:rsidRDefault="00AF5C82" w:rsidP="00AF5C82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29"/>
        <w:gridCol w:w="2222"/>
        <w:gridCol w:w="2680"/>
      </w:tblGrid>
      <w:tr w:rsidR="00AF5C82" w:rsidRPr="00AF5C82" w:rsidTr="00AF5C82">
        <w:trPr>
          <w:jc w:val="center"/>
        </w:trPr>
        <w:tc>
          <w:tcPr>
            <w:tcW w:w="0" w:type="auto"/>
            <w:gridSpan w:val="3"/>
            <w:shd w:val="clear" w:color="auto" w:fill="BFBFBF" w:themeFill="background1" w:themeFillShade="BF"/>
          </w:tcPr>
          <w:p w:rsidR="00AF5C82" w:rsidRPr="00AF5C82" w:rsidRDefault="00AF5C82" w:rsidP="00AF5C8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Conversion Table</w:t>
            </w:r>
          </w:p>
        </w:tc>
      </w:tr>
      <w:tr w:rsidR="00AF5C82" w:rsidRPr="00AF5C82" w:rsidTr="00AF5C82">
        <w:trPr>
          <w:jc w:val="center"/>
        </w:trPr>
        <w:tc>
          <w:tcPr>
            <w:tcW w:w="0" w:type="auto"/>
          </w:tcPr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1 L = 0.26 gallons</w:t>
            </w: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1 kilogram (kg) = 1000 grams</w:t>
            </w:r>
          </w:p>
        </w:tc>
        <w:tc>
          <w:tcPr>
            <w:tcW w:w="0" w:type="auto"/>
          </w:tcPr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 xml:space="preserve">1 kg = 2.2 </w:t>
            </w:r>
            <w:proofErr w:type="spellStart"/>
            <w:r w:rsidRPr="00AF5C82">
              <w:rPr>
                <w:rFonts w:ascii="Calibri" w:hAnsi="Calibri"/>
                <w:sz w:val="24"/>
                <w:szCs w:val="24"/>
              </w:rPr>
              <w:t>lbs</w:t>
            </w:r>
            <w:proofErr w:type="spellEnd"/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1 meter = 1.09 yards</w:t>
            </w:r>
          </w:p>
        </w:tc>
        <w:tc>
          <w:tcPr>
            <w:tcW w:w="0" w:type="auto"/>
          </w:tcPr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1 inch = 2.54 centimeters</w:t>
            </w: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1 mile = 1.61 kilometers</w:t>
            </w:r>
          </w:p>
        </w:tc>
      </w:tr>
    </w:tbl>
    <w:p w:rsidR="00AF5C82" w:rsidRP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1"/>
        <w:gridCol w:w="9005"/>
      </w:tblGrid>
      <w:tr w:rsidR="00AF5C82" w:rsidRPr="00AF5C82" w:rsidTr="00AF5C82">
        <w:tc>
          <w:tcPr>
            <w:tcW w:w="627" w:type="pct"/>
          </w:tcPr>
          <w:p w:rsid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1. </w:t>
            </w:r>
          </w:p>
          <w:p w:rsid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254.3 g to kilograms</w:t>
            </w:r>
          </w:p>
        </w:tc>
        <w:tc>
          <w:tcPr>
            <w:tcW w:w="4373" w:type="pct"/>
          </w:tcPr>
          <w:p w:rsid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Pr="00AF5C82" w:rsidRDefault="00AF5C82" w:rsidP="00AF5C82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1"/>
        <w:gridCol w:w="9005"/>
      </w:tblGrid>
      <w:tr w:rsidR="00AF5C82" w:rsidRPr="00AF5C82" w:rsidTr="00EE6B06">
        <w:tc>
          <w:tcPr>
            <w:tcW w:w="627" w:type="pct"/>
          </w:tcPr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2.</w:t>
            </w: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2.74 kg to grams</w:t>
            </w:r>
          </w:p>
        </w:tc>
        <w:tc>
          <w:tcPr>
            <w:tcW w:w="4373" w:type="pct"/>
          </w:tcPr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Default="00AF5C82" w:rsidP="00AF5C82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1"/>
        <w:gridCol w:w="9005"/>
      </w:tblGrid>
      <w:tr w:rsidR="00AF5C82" w:rsidRPr="00AF5C82" w:rsidTr="00EE6B06">
        <w:tc>
          <w:tcPr>
            <w:tcW w:w="627" w:type="pct"/>
          </w:tcPr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3.</w:t>
            </w: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2.74 kg to pounds</w:t>
            </w: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4373" w:type="pct"/>
          </w:tcPr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Default="00AF5C82" w:rsidP="00AF5C82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0"/>
        <w:gridCol w:w="8886"/>
      </w:tblGrid>
      <w:tr w:rsidR="00AF5C82" w:rsidRPr="00AF5C82" w:rsidTr="00EE6B06">
        <w:tc>
          <w:tcPr>
            <w:tcW w:w="627" w:type="pct"/>
          </w:tcPr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4.</w:t>
            </w: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2.23 meters to yards</w:t>
            </w: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4373" w:type="pct"/>
          </w:tcPr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AF5C82" w:rsidRPr="00AF5C82" w:rsidTr="00EE6B06">
        <w:tc>
          <w:tcPr>
            <w:tcW w:w="627" w:type="pct"/>
          </w:tcPr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5.</w:t>
            </w: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881.2 inches to centimeters</w:t>
            </w:r>
          </w:p>
        </w:tc>
        <w:tc>
          <w:tcPr>
            <w:tcW w:w="4373" w:type="pct"/>
          </w:tcPr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Pr="00AF5C82" w:rsidRDefault="00AF5C82" w:rsidP="00AF5C82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1"/>
        <w:gridCol w:w="9005"/>
      </w:tblGrid>
      <w:tr w:rsidR="00AF5C82" w:rsidRPr="00AF5C82" w:rsidTr="00EE6B06">
        <w:tc>
          <w:tcPr>
            <w:tcW w:w="627" w:type="pct"/>
          </w:tcPr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6.</w:t>
            </w: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445.5 miles to kilometers</w:t>
            </w: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4373" w:type="pct"/>
          </w:tcPr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Default="00AF5C82" w:rsidP="00AF5C82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1"/>
        <w:gridCol w:w="9005"/>
      </w:tblGrid>
      <w:tr w:rsidR="00AF5C82" w:rsidRPr="00AF5C82" w:rsidTr="00EE6B06">
        <w:tc>
          <w:tcPr>
            <w:tcW w:w="627" w:type="pct"/>
          </w:tcPr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>7.</w:t>
            </w: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AF5C82" w:rsidRPr="00AF5C82" w:rsidRDefault="00AF5C82" w:rsidP="00AF5C82">
            <w:pPr>
              <w:rPr>
                <w:rFonts w:ascii="Calibri" w:hAnsi="Calibri"/>
                <w:b/>
                <w:sz w:val="24"/>
                <w:szCs w:val="24"/>
              </w:rPr>
            </w:pPr>
            <w:r w:rsidRPr="00AF5C82">
              <w:rPr>
                <w:rFonts w:ascii="Calibri" w:hAnsi="Calibri"/>
                <w:b/>
                <w:sz w:val="24"/>
                <w:szCs w:val="24"/>
              </w:rPr>
              <w:t xml:space="preserve">1.75 </w:t>
            </w:r>
            <w:proofErr w:type="spellStart"/>
            <w:r w:rsidRPr="00AF5C82">
              <w:rPr>
                <w:rFonts w:ascii="Calibri" w:hAnsi="Calibri"/>
                <w:b/>
                <w:sz w:val="24"/>
                <w:szCs w:val="24"/>
              </w:rPr>
              <w:t>lbs</w:t>
            </w:r>
            <w:proofErr w:type="spellEnd"/>
            <w:r w:rsidRPr="00AF5C82">
              <w:rPr>
                <w:rFonts w:ascii="Calibri" w:hAnsi="Calibri"/>
                <w:b/>
                <w:sz w:val="24"/>
                <w:szCs w:val="24"/>
              </w:rPr>
              <w:t xml:space="preserve"> to kilograms</w:t>
            </w:r>
          </w:p>
          <w:p w:rsidR="00AF5C82" w:rsidRPr="00AF5C82" w:rsidRDefault="00AF5C82" w:rsidP="00EE6B0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4373" w:type="pct"/>
          </w:tcPr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GIVEN (with number):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</w:t>
            </w:r>
            <w:r w:rsidRPr="00AF5C82">
              <w:rPr>
                <w:rFonts w:ascii="Calibri" w:hAnsi="Calibri"/>
                <w:sz w:val="24"/>
                <w:szCs w:val="24"/>
              </w:rPr>
              <w:t>LOOKING FOR: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  <w:r w:rsidRPr="00AF5C82">
              <w:rPr>
                <w:rFonts w:ascii="Calibri" w:hAnsi="Calibri"/>
                <w:sz w:val="24"/>
                <w:szCs w:val="24"/>
              </w:rPr>
              <w:t>T-CHART:</w:t>
            </w: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  <w:p w:rsidR="00AF5C82" w:rsidRPr="00AF5C82" w:rsidRDefault="00AF5C82" w:rsidP="00EE6B0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AF5C82" w:rsidRDefault="00AF5C82" w:rsidP="00AF5C82">
      <w:pPr>
        <w:rPr>
          <w:rFonts w:ascii="Calibri" w:hAnsi="Calibri"/>
        </w:rPr>
      </w:pPr>
    </w:p>
    <w:p w:rsidR="00AF5C82" w:rsidRDefault="00AF5C82" w:rsidP="00AF5C82">
      <w:pPr>
        <w:rPr>
          <w:rFonts w:ascii="Calibri" w:hAnsi="Calibri"/>
        </w:rPr>
      </w:pPr>
    </w:p>
    <w:p w:rsid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  <w:b/>
        </w:rPr>
      </w:pPr>
      <w:r>
        <w:rPr>
          <w:rFonts w:ascii="Calibri" w:hAnsi="Calibri"/>
          <w:b/>
        </w:rPr>
        <w:t>8</w:t>
      </w:r>
      <w:r w:rsidRPr="00AF5C82">
        <w:rPr>
          <w:rFonts w:ascii="Calibri" w:hAnsi="Calibri"/>
          <w:b/>
        </w:rPr>
        <w:t>. Boston and New York City are 190 miles apart.  What is this distance in kilometers?</w:t>
      </w:r>
    </w:p>
    <w:p w:rsidR="00AF5C82" w:rsidRPr="00AF5C82" w:rsidRDefault="00AF5C82" w:rsidP="00AF5C82">
      <w:pPr>
        <w:rPr>
          <w:rFonts w:ascii="Calibri" w:hAnsi="Calibri"/>
        </w:rPr>
      </w:pPr>
    </w:p>
    <w:p w:rsidR="00AF5C82" w:rsidRDefault="00AF5C82" w:rsidP="00AF5C82">
      <w:pPr>
        <w:rPr>
          <w:rFonts w:ascii="Calibri" w:hAnsi="Calibri"/>
        </w:rPr>
      </w:pPr>
    </w:p>
    <w:p w:rsid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</w:rPr>
      </w:pPr>
    </w:p>
    <w:p w:rsidR="00AF5C82" w:rsidRPr="00AF5C82" w:rsidRDefault="00AF5C82" w:rsidP="00AF5C82">
      <w:pPr>
        <w:rPr>
          <w:rFonts w:ascii="Calibri" w:hAnsi="Calibri"/>
          <w:b/>
        </w:rPr>
      </w:pPr>
      <w:r>
        <w:rPr>
          <w:rFonts w:ascii="Calibri" w:hAnsi="Calibri"/>
          <w:b/>
        </w:rPr>
        <w:t>9</w:t>
      </w:r>
      <w:r w:rsidRPr="00AF5C82">
        <w:rPr>
          <w:rFonts w:ascii="Calibri" w:hAnsi="Calibri"/>
          <w:b/>
        </w:rPr>
        <w:t xml:space="preserve">. For a pharmacist dispensing pills or capsules, it is often easier to weigh the medication to be dispensed rather than to count the individual pills.  If a single antibiotic capsule weighs 0.65 grams, what is its weight in kilograms?  </w:t>
      </w:r>
    </w:p>
    <w:p w:rsidR="00AF5C82" w:rsidRPr="00AF5C82" w:rsidRDefault="00AF5C82" w:rsidP="00AF5C82">
      <w:pPr>
        <w:rPr>
          <w:rFonts w:ascii="Calibri" w:hAnsi="Calibri"/>
        </w:rPr>
      </w:pPr>
    </w:p>
    <w:p w:rsidR="001F6944" w:rsidRPr="00AF5C82" w:rsidRDefault="001F6944" w:rsidP="00AF5C82">
      <w:pPr>
        <w:rPr>
          <w:rFonts w:ascii="Calibri" w:hAnsi="Calibri"/>
        </w:rPr>
      </w:pPr>
    </w:p>
    <w:p w:rsidR="001F6944" w:rsidRPr="00AF5C82" w:rsidRDefault="001F6944" w:rsidP="00AF5C82">
      <w:pPr>
        <w:rPr>
          <w:rFonts w:ascii="Calibri" w:hAnsi="Calibri"/>
        </w:rPr>
      </w:pPr>
      <w:bookmarkStart w:id="0" w:name="_GoBack"/>
      <w:bookmarkEnd w:id="0"/>
    </w:p>
    <w:sectPr w:rsidR="001F6944" w:rsidRPr="00AF5C82" w:rsidSect="00AF5C8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82"/>
    <w:rsid w:val="001F6944"/>
    <w:rsid w:val="00AF5C82"/>
    <w:rsid w:val="00C255E3"/>
    <w:rsid w:val="00CC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23FE0405-F89A-AC4C-A43A-224B4CF6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C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5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Macintosh%20HD:Users:Rachel:Library:Application%20Support:Microsoft:Office:User%20Templates:My%20Templates:Teacher%20Doc.dotx</Template>
  <TotalTime>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2018-02-27T12:52:00Z</dcterms:created>
  <dcterms:modified xsi:type="dcterms:W3CDTF">2018-02-27T12:52:00Z</dcterms:modified>
</cp:coreProperties>
</file>